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Nordamerika-</w:t>
      </w:r>
      <w:r w:rsidR="00391C92">
        <w:t xml:space="preserve">Premiere </w:t>
      </w:r>
      <w:r w:rsidR="00F323AD">
        <w:t>W</w:t>
      </w:r>
      <w:r w:rsidR="001445A0">
        <w:t> </w:t>
      </w:r>
      <w:r w:rsidR="00F323AD">
        <w:t>380</w:t>
      </w:r>
      <w:r w:rsidR="001445A0">
        <w:t> </w:t>
      </w:r>
      <w:proofErr w:type="spellStart"/>
      <w:r w:rsidR="00F323AD">
        <w:t>CRi</w:t>
      </w:r>
      <w:proofErr w:type="spellEnd"/>
      <w:r w:rsidR="00210152">
        <w:t xml:space="preserve"> von </w:t>
      </w:r>
      <w:proofErr w:type="spellStart"/>
      <w:r w:rsidR="00210152">
        <w:t>Wirtgen</w:t>
      </w:r>
      <w:proofErr w:type="spellEnd"/>
      <w:r w:rsidR="004C471B">
        <w:t xml:space="preserve">: </w:t>
      </w:r>
      <w:r w:rsidR="00210152">
        <w:t xml:space="preserve">Der </w:t>
      </w:r>
      <w:r w:rsidR="004C471B" w:rsidRPr="004C471B">
        <w:t xml:space="preserve">leistungsstärkste </w:t>
      </w:r>
      <w:proofErr w:type="spellStart"/>
      <w:r w:rsidR="004C471B" w:rsidRPr="004C471B">
        <w:t>Kaltrecycler</w:t>
      </w:r>
      <w:proofErr w:type="spellEnd"/>
      <w:r w:rsidR="004C471B" w:rsidRPr="004C471B">
        <w:t xml:space="preserve"> der Welt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Wirtgen hat m</w:t>
      </w:r>
      <w:r w:rsidR="00F323AD" w:rsidRPr="00F323AD">
        <w:rPr>
          <w:rStyle w:val="Hervorhebung"/>
        </w:rPr>
        <w:t xml:space="preserve">it der neuen </w:t>
      </w:r>
      <w:proofErr w:type="spellStart"/>
      <w:r w:rsidR="00F323AD" w:rsidRPr="00F323AD">
        <w:rPr>
          <w:rStyle w:val="Hervorhebung"/>
        </w:rPr>
        <w:t>Kaltrecycler</w:t>
      </w:r>
      <w:proofErr w:type="spellEnd"/>
      <w:r w:rsidR="00F323AD" w:rsidRPr="00F323AD">
        <w:rPr>
          <w:rStyle w:val="Hervorhebung"/>
        </w:rPr>
        <w:t xml:space="preserve">-Generation die weltweit modernsten Maschinen für das </w:t>
      </w:r>
      <w:proofErr w:type="spellStart"/>
      <w:r w:rsidR="00F323AD" w:rsidRPr="00F323AD">
        <w:rPr>
          <w:rStyle w:val="Hervorhebung"/>
        </w:rPr>
        <w:t>Cold</w:t>
      </w:r>
      <w:proofErr w:type="spellEnd"/>
      <w:r w:rsidR="00FB74A8">
        <w:rPr>
          <w:rStyle w:val="Hervorhebung"/>
        </w:rPr>
        <w:t xml:space="preserve">-In-Place-Recycling entwickelt. </w:t>
      </w:r>
      <w:r w:rsidR="00815AE7">
        <w:rPr>
          <w:rStyle w:val="Hervorhebung"/>
        </w:rPr>
        <w:t xml:space="preserve">Auch </w:t>
      </w:r>
      <w:r w:rsidR="00FB74A8">
        <w:rPr>
          <w:rStyle w:val="Hervorhebung"/>
        </w:rPr>
        <w:t xml:space="preserve">beim </w:t>
      </w:r>
      <w:proofErr w:type="spellStart"/>
      <w:r w:rsidR="00F323AD" w:rsidRPr="00F323AD">
        <w:rPr>
          <w:rStyle w:val="Hervorhebung"/>
        </w:rPr>
        <w:t>Full</w:t>
      </w:r>
      <w:proofErr w:type="spellEnd"/>
      <w:r w:rsidR="00F323AD" w:rsidRPr="00F323AD">
        <w:rPr>
          <w:rStyle w:val="Hervorhebung"/>
        </w:rPr>
        <w:t>-</w:t>
      </w:r>
      <w:proofErr w:type="spellStart"/>
      <w:r w:rsidR="00F323AD" w:rsidRPr="00F323AD">
        <w:rPr>
          <w:rStyle w:val="Hervorhebung"/>
        </w:rPr>
        <w:t>Depth</w:t>
      </w:r>
      <w:proofErr w:type="spellEnd"/>
      <w:r w:rsidR="00F323AD" w:rsidRPr="00F323AD">
        <w:rPr>
          <w:rStyle w:val="Hervorhebung"/>
        </w:rPr>
        <w:t xml:space="preserve">-Recycling </w:t>
      </w:r>
      <w:r w:rsidR="00FB74A8">
        <w:rPr>
          <w:rStyle w:val="Hervorhebung"/>
        </w:rPr>
        <w:t>und Hochleistungsfräsen überzeug</w:t>
      </w:r>
      <w:r w:rsidR="00F603CA">
        <w:rPr>
          <w:rStyle w:val="Hervorhebung"/>
        </w:rPr>
        <w:t>en</w:t>
      </w:r>
      <w:r w:rsidR="00815AE7">
        <w:rPr>
          <w:rStyle w:val="Hervorhebung"/>
        </w:rPr>
        <w:t xml:space="preserve"> d</w:t>
      </w:r>
      <w:r w:rsidR="00F603CA">
        <w:rPr>
          <w:rStyle w:val="Hervorhebung"/>
        </w:rPr>
        <w:t>ie</w:t>
      </w:r>
      <w:r w:rsidR="00815AE7">
        <w:rPr>
          <w:rStyle w:val="Hervorhebung"/>
        </w:rPr>
        <w:t xml:space="preserve"> </w:t>
      </w:r>
      <w:proofErr w:type="spellStart"/>
      <w:r w:rsidR="00F603CA">
        <w:rPr>
          <w:rStyle w:val="Hervorhebung"/>
        </w:rPr>
        <w:t>Kettenrecycler</w:t>
      </w:r>
      <w:proofErr w:type="spellEnd"/>
      <w:r w:rsidR="00F603CA">
        <w:rPr>
          <w:rStyle w:val="Hervorhebung"/>
        </w:rPr>
        <w:t xml:space="preserve">. </w:t>
      </w:r>
      <w:r w:rsidR="009B029E">
        <w:rPr>
          <w:rStyle w:val="Hervorhebung"/>
        </w:rPr>
        <w:t xml:space="preserve">Sein Debüt in </w:t>
      </w:r>
      <w:r>
        <w:rPr>
          <w:rStyle w:val="Hervorhebung"/>
        </w:rPr>
        <w:t>Nordamerika</w:t>
      </w:r>
      <w:r w:rsidR="009B029E" w:rsidRPr="009B029E">
        <w:t xml:space="preserve"> </w:t>
      </w:r>
      <w:r w:rsidR="009B029E" w:rsidRPr="009B029E">
        <w:rPr>
          <w:b/>
        </w:rPr>
        <w:t>gibt</w:t>
      </w:r>
      <w:r w:rsidR="009B029E">
        <w:t xml:space="preserve"> </w:t>
      </w:r>
      <w:r w:rsidR="009B029E" w:rsidRPr="009B029E">
        <w:rPr>
          <w:b/>
        </w:rPr>
        <w:t>d</w:t>
      </w:r>
      <w:r w:rsidR="009B029E" w:rsidRPr="009B029E">
        <w:rPr>
          <w:rStyle w:val="Hervorhebung"/>
        </w:rPr>
        <w:t>er W</w:t>
      </w:r>
      <w:r w:rsidR="001445A0">
        <w:rPr>
          <w:rStyle w:val="Hervorhebung"/>
        </w:rPr>
        <w:t> </w:t>
      </w:r>
      <w:r w:rsidR="009B029E" w:rsidRPr="009B029E">
        <w:rPr>
          <w:rStyle w:val="Hervorhebung"/>
        </w:rPr>
        <w:t>380</w:t>
      </w:r>
      <w:r w:rsidR="001445A0">
        <w:rPr>
          <w:rStyle w:val="Hervorhebung"/>
        </w:rPr>
        <w:t> </w:t>
      </w:r>
      <w:proofErr w:type="spellStart"/>
      <w:r w:rsidR="009B029E" w:rsidRPr="009B029E">
        <w:rPr>
          <w:rStyle w:val="Hervorhebung"/>
        </w:rPr>
        <w:t>CRi</w:t>
      </w:r>
      <w:proofErr w:type="spellEnd"/>
      <w:r w:rsidR="009B029E" w:rsidRPr="009B029E">
        <w:rPr>
          <w:rStyle w:val="Hervorhebung"/>
        </w:rPr>
        <w:t xml:space="preserve"> </w:t>
      </w:r>
      <w:r w:rsidR="009B029E">
        <w:rPr>
          <w:b/>
        </w:rPr>
        <w:t>auf</w:t>
      </w:r>
      <w:r w:rsidR="009B029E" w:rsidRPr="009B029E">
        <w:rPr>
          <w:rStyle w:val="Hervorhebung"/>
        </w:rPr>
        <w:t xml:space="preserve"> der </w:t>
      </w:r>
      <w:proofErr w:type="spellStart"/>
      <w:r w:rsidR="001445A0" w:rsidRPr="001445A0">
        <w:rPr>
          <w:rStyle w:val="Hervorhebung"/>
        </w:rPr>
        <w:t>Conexpo-Con</w:t>
      </w:r>
      <w:proofErr w:type="spellEnd"/>
      <w:r w:rsidR="001445A0" w:rsidRPr="001445A0">
        <w:rPr>
          <w:rStyle w:val="Hervorhebung"/>
        </w:rPr>
        <w:t>/</w:t>
      </w:r>
      <w:proofErr w:type="spellStart"/>
      <w:r w:rsidR="001445A0" w:rsidRPr="001445A0">
        <w:rPr>
          <w:rStyle w:val="Hervorhebung"/>
        </w:rPr>
        <w:t>Agg</w:t>
      </w:r>
      <w:proofErr w:type="spellEnd"/>
      <w:r w:rsidR="001445A0" w:rsidRPr="001445A0">
        <w:rPr>
          <w:rStyle w:val="Hervorhebung"/>
        </w:rPr>
        <w:t xml:space="preserve"> 2020</w:t>
      </w:r>
      <w:r w:rsidR="0044314F">
        <w:rPr>
          <w:rStyle w:val="Hervorhebung"/>
        </w:rPr>
        <w:t xml:space="preserve">, </w:t>
      </w:r>
      <w:r w:rsidR="00BA4640" w:rsidRPr="00BA4640">
        <w:rPr>
          <w:rStyle w:val="Hervorhebung"/>
        </w:rPr>
        <w:t>aufgebaut als Recyclingzug</w:t>
      </w:r>
      <w:r w:rsidR="00BA4640">
        <w:rPr>
          <w:rStyle w:val="Hervorhebung"/>
        </w:rPr>
        <w:t xml:space="preserve"> </w:t>
      </w:r>
      <w:r w:rsidR="00B8410F">
        <w:rPr>
          <w:rStyle w:val="Hervorhebung"/>
        </w:rPr>
        <w:t>mit</w:t>
      </w:r>
      <w:r w:rsidR="00BA4640">
        <w:rPr>
          <w:rStyle w:val="Hervorhebung"/>
        </w:rPr>
        <w:t xml:space="preserve"> </w:t>
      </w:r>
      <w:r w:rsidR="0044314F">
        <w:rPr>
          <w:rStyle w:val="Hervorhebung"/>
        </w:rPr>
        <w:t>dem</w:t>
      </w:r>
      <w:r w:rsidR="00F603CA">
        <w:rPr>
          <w:rStyle w:val="Hervorhebung"/>
        </w:rPr>
        <w:t xml:space="preserve"> </w:t>
      </w:r>
      <w:r w:rsidR="00BA4640">
        <w:rPr>
          <w:rStyle w:val="Hervorhebung"/>
        </w:rPr>
        <w:t xml:space="preserve">Vögele Fertiger </w:t>
      </w:r>
      <w:r w:rsidR="00F603CA">
        <w:rPr>
          <w:rStyle w:val="Hervorhebung"/>
        </w:rPr>
        <w:t xml:space="preserve">SUPER 2000-3i </w:t>
      </w:r>
      <w:r w:rsidR="0044314F">
        <w:rPr>
          <w:rStyle w:val="Hervorhebung"/>
        </w:rPr>
        <w:t>inklusive Ausziehbohle AB </w:t>
      </w:r>
      <w:r w:rsidR="0044314F" w:rsidRPr="0044314F">
        <w:rPr>
          <w:rStyle w:val="Hervorhebung"/>
        </w:rPr>
        <w:t>600</w:t>
      </w:r>
      <w:r w:rsidR="0044314F">
        <w:rPr>
          <w:rStyle w:val="Hervorhebung"/>
        </w:rPr>
        <w:t> TV+</w:t>
      </w:r>
      <w:r w:rsidR="0044314F" w:rsidRPr="0044314F">
        <w:rPr>
          <w:rStyle w:val="Hervorhebung"/>
        </w:rPr>
        <w:t xml:space="preserve"> </w:t>
      </w:r>
      <w:r w:rsidR="00BA4640">
        <w:rPr>
          <w:rStyle w:val="Hervorhebung"/>
        </w:rPr>
        <w:t xml:space="preserve">und </w:t>
      </w:r>
      <w:r w:rsidR="00F603CA">
        <w:rPr>
          <w:rStyle w:val="Hervorhebung"/>
        </w:rPr>
        <w:t>der Tandemwalze HD+ 140i VV</w:t>
      </w:r>
      <w:r w:rsidR="00810CB0">
        <w:rPr>
          <w:rStyle w:val="Hervorhebung"/>
        </w:rPr>
        <w:t>HF</w:t>
      </w:r>
      <w:r w:rsidR="00F603CA">
        <w:rPr>
          <w:rStyle w:val="Hervorhebung"/>
        </w:rPr>
        <w:t xml:space="preserve"> HCQ von </w:t>
      </w:r>
      <w:r w:rsidR="00BA4640">
        <w:rPr>
          <w:rStyle w:val="Hervorhebung"/>
        </w:rPr>
        <w:t xml:space="preserve">Hamm.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proofErr w:type="spellStart"/>
      <w:r w:rsidRPr="00DB5100">
        <w:rPr>
          <w:rStyle w:val="Hervorhebung"/>
        </w:rPr>
        <w:t>Full</w:t>
      </w:r>
      <w:proofErr w:type="spellEnd"/>
      <w:r w:rsidRPr="00DB5100">
        <w:rPr>
          <w:rStyle w:val="Hervorhebung"/>
        </w:rPr>
        <w:t>-</w:t>
      </w:r>
      <w:proofErr w:type="spellStart"/>
      <w:r w:rsidRPr="00DB5100">
        <w:rPr>
          <w:rStyle w:val="Hervorhebung"/>
        </w:rPr>
        <w:t>Depth</w:t>
      </w:r>
      <w:proofErr w:type="spellEnd"/>
      <w:r w:rsidRPr="00DB5100">
        <w:rPr>
          <w:rStyle w:val="Hervorhebung"/>
        </w:rPr>
        <w:t>-Recycling</w:t>
      </w:r>
      <w:r w:rsidR="00B05244">
        <w:rPr>
          <w:rStyle w:val="Hervorhebung"/>
        </w:rPr>
        <w:t xml:space="preserve"> in einem Übergang</w:t>
      </w:r>
    </w:p>
    <w:p w:rsidR="00F21280" w:rsidRDefault="00210152" w:rsidP="00692AE5">
      <w:pPr>
        <w:pStyle w:val="Text"/>
        <w:spacing w:line="276" w:lineRule="auto"/>
      </w:pPr>
      <w:r>
        <w:t>D</w:t>
      </w:r>
      <w:r w:rsidR="00DB5100" w:rsidRPr="00DB5100">
        <w:t xml:space="preserve">er Asphaltoberbau </w:t>
      </w:r>
      <w:r>
        <w:t xml:space="preserve">wird </w:t>
      </w:r>
      <w:r w:rsidR="00DB5100" w:rsidRPr="00DB5100">
        <w:t>je nach Beschädigung von einem Recyclingzug auf ganzer Fahrbahnbreite in einem Übergang und unter Zugabe von Bindemitteln vor Ort aufbereitet und gleich wieder eingebaut.</w:t>
      </w:r>
      <w:r w:rsidR="00DB5100">
        <w:t xml:space="preserve"> </w:t>
      </w:r>
      <w:r w:rsidR="001A32EE">
        <w:t>Dabei kann der W</w:t>
      </w:r>
      <w:r w:rsidR="001445A0">
        <w:t> </w:t>
      </w:r>
      <w:r w:rsidR="001A32EE">
        <w:t>380</w:t>
      </w:r>
      <w:r w:rsidR="001445A0">
        <w:t> </w:t>
      </w:r>
      <w:proofErr w:type="spellStart"/>
      <w:r w:rsidR="001A32EE">
        <w:t>CRi</w:t>
      </w:r>
      <w:proofErr w:type="spellEnd"/>
      <w:r w:rsidR="001A32EE" w:rsidRPr="001A32EE">
        <w:t xml:space="preserve"> die Fahrbahn </w:t>
      </w:r>
      <w:r w:rsidR="00E95F5C">
        <w:t xml:space="preserve">auf kompletter Tiefe von </w:t>
      </w:r>
      <w:r w:rsidR="001A32EE" w:rsidRPr="001A32EE">
        <w:t>300</w:t>
      </w:r>
      <w:r w:rsidR="001445A0">
        <w:t> </w:t>
      </w:r>
      <w:r w:rsidR="00343AA9">
        <w:t>mm/</w:t>
      </w:r>
      <w:bookmarkStart w:id="0" w:name="_GoBack"/>
      <w:bookmarkEnd w:id="0"/>
      <w:r w:rsidR="00343AA9">
        <w:t xml:space="preserve">12 in. </w:t>
      </w:r>
      <w:r>
        <w:t>recyceln und ist da</w:t>
      </w:r>
      <w:r w:rsidR="00FD3B7A">
        <w:t xml:space="preserve">mit </w:t>
      </w:r>
      <w:r>
        <w:t xml:space="preserve">auch </w:t>
      </w:r>
      <w:r w:rsidR="00FD3B7A">
        <w:t xml:space="preserve">für das </w:t>
      </w:r>
      <w:proofErr w:type="spellStart"/>
      <w:r w:rsidR="004577BF" w:rsidRPr="00FD3B7A">
        <w:t>Full</w:t>
      </w:r>
      <w:proofErr w:type="spellEnd"/>
      <w:r w:rsidR="004577BF" w:rsidRPr="00FD3B7A">
        <w:t>-</w:t>
      </w:r>
      <w:proofErr w:type="spellStart"/>
      <w:r w:rsidR="004577BF" w:rsidRPr="00FD3B7A">
        <w:t>Depth</w:t>
      </w:r>
      <w:proofErr w:type="spellEnd"/>
      <w:r w:rsidR="004577BF" w:rsidRPr="00FD3B7A">
        <w:t xml:space="preserve">-Recycling </w:t>
      </w:r>
      <w:r w:rsidR="00FD3B7A" w:rsidRPr="00FD3B7A">
        <w:t>(FDR)</w:t>
      </w:r>
      <w:r w:rsidR="00FD3B7A">
        <w:t xml:space="preserve"> </w:t>
      </w:r>
      <w:r w:rsidR="00FD3B7A" w:rsidRPr="00FD3B7A">
        <w:t xml:space="preserve">geeignet.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>Variable Fahrbahnsanierung</w:t>
      </w:r>
      <w:r w:rsidRPr="00F21280">
        <w:t xml:space="preserve"> </w:t>
      </w:r>
      <w:r w:rsidR="007F45E8">
        <w:rPr>
          <w:i/>
        </w:rPr>
        <w:t>über Maschinenarbeitsbreite hinaus</w:t>
      </w:r>
      <w:r>
        <w:rPr>
          <w:i/>
        </w:rPr>
        <w:t xml:space="preserve"> </w:t>
      </w:r>
    </w:p>
    <w:p w:rsidR="00F21280" w:rsidRDefault="000168B4" w:rsidP="00692AE5">
      <w:pPr>
        <w:pStyle w:val="Text"/>
        <w:spacing w:line="276" w:lineRule="auto"/>
      </w:pPr>
      <w:r w:rsidRPr="00FD3B7A">
        <w:t>D</w:t>
      </w:r>
      <w:r w:rsidR="00F21280" w:rsidRPr="00FD3B7A">
        <w:t>er W</w:t>
      </w:r>
      <w:r w:rsidR="001445A0">
        <w:t> </w:t>
      </w:r>
      <w:r w:rsidR="00F21280" w:rsidRPr="00FD3B7A">
        <w:t>380</w:t>
      </w:r>
      <w:r w:rsidR="001445A0">
        <w:t> </w:t>
      </w:r>
      <w:proofErr w:type="spellStart"/>
      <w:r w:rsidR="00F21280" w:rsidRPr="00FD3B7A">
        <w:t>CRi</w:t>
      </w:r>
      <w:proofErr w:type="spellEnd"/>
      <w:r w:rsidR="00F21280" w:rsidRPr="00FD3B7A">
        <w:t xml:space="preserve"> </w:t>
      </w:r>
      <w:r w:rsidRPr="00FD3B7A">
        <w:t xml:space="preserve">kann </w:t>
      </w:r>
      <w:r w:rsidR="00595AAC">
        <w:t>darüber hinaus</w:t>
      </w:r>
      <w:r w:rsidR="00A22321" w:rsidRPr="00FD3B7A">
        <w:t xml:space="preserve"> Fahrbahnen sanieren, die </w:t>
      </w:r>
      <w:r w:rsidR="00D03861" w:rsidRPr="00FD3B7A">
        <w:t xml:space="preserve">sogar </w:t>
      </w:r>
      <w:r w:rsidR="007E6D6D" w:rsidRPr="00FD3B7A">
        <w:t>über</w:t>
      </w:r>
      <w:r w:rsidR="00A22321" w:rsidRPr="00FD3B7A">
        <w:t xml:space="preserve"> </w:t>
      </w:r>
      <w:r w:rsidR="00FD3B7A" w:rsidRPr="00FD3B7A">
        <w:t>die verfügbaren Arbeitsbreiten von 3.200</w:t>
      </w:r>
      <w:r w:rsidR="00343AA9">
        <w:t xml:space="preserve"> mm/</w:t>
      </w:r>
      <w:r w:rsidR="00343AA9" w:rsidRPr="00343AA9">
        <w:t xml:space="preserve">10 </w:t>
      </w:r>
      <w:proofErr w:type="spellStart"/>
      <w:r w:rsidR="00343AA9" w:rsidRPr="00343AA9">
        <w:t>ft</w:t>
      </w:r>
      <w:proofErr w:type="spellEnd"/>
      <w:r w:rsidR="00343AA9" w:rsidRPr="00343AA9">
        <w:t>. 6 in.,</w:t>
      </w:r>
      <w:r w:rsidR="00FD3B7A" w:rsidRPr="00FD3B7A">
        <w:t xml:space="preserve"> 3.500</w:t>
      </w:r>
      <w:r w:rsidR="00343AA9">
        <w:t xml:space="preserve"> mm/11 </w:t>
      </w:r>
      <w:proofErr w:type="spellStart"/>
      <w:r w:rsidR="00343AA9">
        <w:t>ft</w:t>
      </w:r>
      <w:proofErr w:type="spellEnd"/>
      <w:r w:rsidR="00343AA9">
        <w:t xml:space="preserve">. 6 in. </w:t>
      </w:r>
      <w:r w:rsidR="00FD3B7A" w:rsidRPr="00FD3B7A">
        <w:t>und 3.800</w:t>
      </w:r>
      <w:r w:rsidR="001445A0">
        <w:t> </w:t>
      </w:r>
      <w:r w:rsidR="00FD3B7A" w:rsidRPr="00FD3B7A">
        <w:t>mm</w:t>
      </w:r>
      <w:r w:rsidR="00343AA9">
        <w:t>/</w:t>
      </w:r>
      <w:r w:rsidR="00343AA9" w:rsidRPr="00343AA9">
        <w:t xml:space="preserve">12 </w:t>
      </w:r>
      <w:proofErr w:type="spellStart"/>
      <w:r w:rsidR="00343AA9" w:rsidRPr="00343AA9">
        <w:t>ft</w:t>
      </w:r>
      <w:proofErr w:type="spellEnd"/>
      <w:r w:rsidR="00343AA9">
        <w:t>.</w:t>
      </w:r>
      <w:r w:rsidR="00343AA9" w:rsidRPr="00343AA9">
        <w:t xml:space="preserve"> 6 in</w:t>
      </w:r>
      <w:r w:rsidR="00343AA9">
        <w:t xml:space="preserve">. </w:t>
      </w:r>
      <w:r w:rsidR="007E6D6D" w:rsidRPr="00FD3B7A">
        <w:t>hinausgehen</w:t>
      </w:r>
      <w:r w:rsidR="00A22321" w:rsidRPr="00FD3B7A">
        <w:t xml:space="preserve">. In diesem Fall nimmt </w:t>
      </w:r>
      <w:r w:rsidR="0089304B" w:rsidRPr="00FD3B7A">
        <w:t>d</w:t>
      </w:r>
      <w:r w:rsidR="00A22321" w:rsidRPr="00FD3B7A">
        <w:t xml:space="preserve">er </w:t>
      </w:r>
      <w:proofErr w:type="spellStart"/>
      <w:r w:rsidR="0089304B" w:rsidRPr="00FD3B7A">
        <w:t>Recycler</w:t>
      </w:r>
      <w:proofErr w:type="spellEnd"/>
      <w:r w:rsidR="0089304B" w:rsidRPr="00FD3B7A">
        <w:t xml:space="preserve"> das </w:t>
      </w:r>
      <w:r w:rsidR="00A22321" w:rsidRPr="00FD3B7A">
        <w:t>v</w:t>
      </w:r>
      <w:r w:rsidRPr="00FD3B7A">
        <w:t>on einer Kaltfräse seitlich vorgefräste</w:t>
      </w:r>
      <w:r w:rsidR="007E6D6D" w:rsidRPr="00FD3B7A">
        <w:t xml:space="preserve"> </w:t>
      </w:r>
      <w:r w:rsidRPr="00FD3B7A">
        <w:t xml:space="preserve">Material </w:t>
      </w:r>
      <w:r w:rsidR="00210152">
        <w:t xml:space="preserve">mit </w:t>
      </w:r>
      <w:r w:rsidRPr="00FD3B7A">
        <w:t>auf</w:t>
      </w:r>
      <w:r w:rsidR="0089304B" w:rsidRPr="00FD3B7A">
        <w:t xml:space="preserve"> und fügt </w:t>
      </w:r>
      <w:r w:rsidR="007E6D6D" w:rsidRPr="00FD3B7A">
        <w:t xml:space="preserve">es </w:t>
      </w:r>
      <w:r w:rsidR="00F21280" w:rsidRPr="00FD3B7A">
        <w:t xml:space="preserve">dem Mischprozess hinzu. Dank </w:t>
      </w:r>
      <w:r w:rsidR="0089304B" w:rsidRPr="00FD3B7A">
        <w:t>einer</w:t>
      </w:r>
      <w:r w:rsidR="00F21280" w:rsidRPr="00FD3B7A">
        <w:t xml:space="preserve"> Mischkapazität bis 800</w:t>
      </w:r>
      <w:r w:rsidR="001445A0">
        <w:t> </w:t>
      </w:r>
      <w:r w:rsidR="00343AA9">
        <w:t xml:space="preserve">t/h / </w:t>
      </w:r>
      <w:r w:rsidR="00573384">
        <w:t>787.2 US t</w:t>
      </w:r>
      <w:r w:rsidR="00343AA9">
        <w:t>/</w:t>
      </w:r>
      <w:r w:rsidR="00343AA9" w:rsidRPr="00343AA9">
        <w:t>h</w:t>
      </w:r>
      <w:r w:rsidR="00343AA9">
        <w:t xml:space="preserve"> </w:t>
      </w:r>
      <w:r w:rsidR="00F21280" w:rsidRPr="00FD3B7A">
        <w:t xml:space="preserve">in Kombination mit Heckverladung </w:t>
      </w:r>
      <w:r w:rsidR="000A2390" w:rsidRPr="00FD3B7A">
        <w:t xml:space="preserve">auf einen Straßenfertiger </w:t>
      </w:r>
      <w:r w:rsidR="0089304B" w:rsidRPr="00FD3B7A">
        <w:t xml:space="preserve">mit </w:t>
      </w:r>
      <w:r w:rsidR="00DC3CC4" w:rsidRPr="00FD3B7A">
        <w:t>passender</w:t>
      </w:r>
      <w:r w:rsidR="00D03861" w:rsidRPr="00FD3B7A">
        <w:t xml:space="preserve"> </w:t>
      </w:r>
      <w:r w:rsidR="007E6D6D" w:rsidRPr="00FD3B7A">
        <w:t xml:space="preserve">Bevorratung </w:t>
      </w:r>
      <w:r w:rsidR="0089304B" w:rsidRPr="00FD3B7A">
        <w:t xml:space="preserve">und Einbaubohle </w:t>
      </w:r>
      <w:r w:rsidR="00D516FC" w:rsidRPr="00FD3B7A">
        <w:t xml:space="preserve">lassen sich </w:t>
      </w:r>
      <w:r w:rsidR="007F45E8">
        <w:t xml:space="preserve">auch sehr breite </w:t>
      </w:r>
      <w:r w:rsidR="00F21280" w:rsidRPr="00FD3B7A">
        <w:t>Fahrbahn</w:t>
      </w:r>
      <w:r w:rsidR="0089304B" w:rsidRPr="00FD3B7A">
        <w:t>en</w:t>
      </w:r>
      <w:r w:rsidR="00F21280" w:rsidRPr="00FD3B7A">
        <w:t xml:space="preserve"> </w:t>
      </w:r>
      <w:r w:rsidR="00D516FC" w:rsidRPr="00FD3B7A">
        <w:t>in einem Übergang sanieren</w:t>
      </w:r>
      <w:r w:rsidR="00F21280" w:rsidRPr="00FD3B7A">
        <w:t>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 w:rsidRPr="00FB0452">
        <w:rPr>
          <w:b/>
        </w:rPr>
        <w:t>W</w:t>
      </w:r>
      <w:r w:rsidR="001445A0">
        <w:rPr>
          <w:b/>
        </w:rPr>
        <w:t> </w:t>
      </w:r>
      <w:r w:rsidRPr="00FB0452">
        <w:rPr>
          <w:b/>
        </w:rPr>
        <w:t>380</w:t>
      </w:r>
      <w:r w:rsidR="001445A0">
        <w:rPr>
          <w:b/>
        </w:rPr>
        <w:t> </w:t>
      </w:r>
      <w:proofErr w:type="spellStart"/>
      <w:r w:rsidRPr="00FB0452">
        <w:rPr>
          <w:b/>
        </w:rPr>
        <w:t>CRi</w:t>
      </w:r>
      <w:proofErr w:type="spellEnd"/>
      <w:r w:rsidRPr="00FB0452">
        <w:rPr>
          <w:b/>
        </w:rPr>
        <w:t xml:space="preserve"> punktet </w:t>
      </w:r>
      <w:r w:rsidR="004A4EA7">
        <w:rPr>
          <w:b/>
        </w:rPr>
        <w:t>ebenso</w:t>
      </w:r>
      <w:r w:rsidRPr="00FB0452">
        <w:rPr>
          <w:b/>
        </w:rPr>
        <w:t xml:space="preserve"> als Hochleistungsfräse </w:t>
      </w:r>
    </w:p>
    <w:p w:rsidR="0012313C" w:rsidRDefault="000A2390" w:rsidP="00692AE5">
      <w:pPr>
        <w:pStyle w:val="Text"/>
        <w:spacing w:line="276" w:lineRule="auto"/>
      </w:pPr>
      <w:r>
        <w:t>Der W</w:t>
      </w:r>
      <w:r w:rsidR="001445A0">
        <w:t> </w:t>
      </w:r>
      <w:r>
        <w:t>380</w:t>
      </w:r>
      <w:r w:rsidR="001445A0">
        <w:t> </w:t>
      </w:r>
      <w:proofErr w:type="spellStart"/>
      <w:r>
        <w:t>CR</w:t>
      </w:r>
      <w:r w:rsidR="001445A0">
        <w:t>i</w:t>
      </w:r>
      <w:proofErr w:type="spellEnd"/>
      <w:r>
        <w:t xml:space="preserve"> ist </w:t>
      </w:r>
      <w:r w:rsidR="004A4EA7">
        <w:t>zudem</w:t>
      </w:r>
      <w:r>
        <w:t xml:space="preserve"> als Hochleistungsfräse einsetzbar. </w:t>
      </w:r>
      <w:r w:rsidR="00B05244" w:rsidRPr="00B05244">
        <w:t>Dank starke</w:t>
      </w:r>
      <w:r w:rsidR="009948F5">
        <w:t>r</w:t>
      </w:r>
      <w:r w:rsidR="00B05244" w:rsidRPr="00B05244">
        <w:t xml:space="preserve"> </w:t>
      </w:r>
      <w:r w:rsidR="004E65A9" w:rsidRPr="004E65A9">
        <w:t>1.054</w:t>
      </w:r>
      <w:r w:rsidR="001445A0">
        <w:t> </w:t>
      </w:r>
      <w:r w:rsidR="00343AA9">
        <w:t>PS/</w:t>
      </w:r>
      <w:r w:rsidR="00343AA9" w:rsidRPr="004E65A9">
        <w:t>1.038</w:t>
      </w:r>
      <w:r w:rsidR="00343AA9">
        <w:t> </w:t>
      </w:r>
      <w:r w:rsidR="00343AA9">
        <w:t xml:space="preserve">HP </w:t>
      </w:r>
      <w:r w:rsidR="00B05244" w:rsidRPr="00B05244">
        <w:t>Motorisierung</w:t>
      </w:r>
      <w:r w:rsidR="005844EA">
        <w:t xml:space="preserve"> (</w:t>
      </w:r>
      <w:r w:rsidR="005844EA" w:rsidRPr="005844EA">
        <w:t>EU</w:t>
      </w:r>
      <w:r w:rsidR="001445A0">
        <w:t> </w:t>
      </w:r>
      <w:r w:rsidR="005844EA" w:rsidRPr="005844EA">
        <w:t>Stage</w:t>
      </w:r>
      <w:r w:rsidR="001445A0">
        <w:t> </w:t>
      </w:r>
      <w:r w:rsidR="005844EA" w:rsidRPr="005844EA">
        <w:t>5 / US</w:t>
      </w:r>
      <w:r w:rsidR="001445A0">
        <w:t> </w:t>
      </w:r>
      <w:r w:rsidR="005844EA" w:rsidRPr="005844EA">
        <w:t>Tier</w:t>
      </w:r>
      <w:r w:rsidR="001445A0">
        <w:t> </w:t>
      </w:r>
      <w:r w:rsidR="005844EA" w:rsidRPr="005844EA">
        <w:t>4f</w:t>
      </w:r>
      <w:r w:rsidR="005844EA">
        <w:t>)</w:t>
      </w:r>
      <w:r w:rsidR="00B05244" w:rsidRPr="00B05244">
        <w:t xml:space="preserve"> u</w:t>
      </w:r>
      <w:r w:rsidR="005844EA">
        <w:t xml:space="preserve">nd </w:t>
      </w:r>
      <w:r w:rsidR="009948F5">
        <w:t>Förderbandkapazität schafft der</w:t>
      </w:r>
      <w:r w:rsidR="005844EA">
        <w:t xml:space="preserve"> W</w:t>
      </w:r>
      <w:r w:rsidR="001445A0">
        <w:t> </w:t>
      </w:r>
      <w:r w:rsidR="005844EA">
        <w:t>380</w:t>
      </w:r>
      <w:r w:rsidR="001445A0">
        <w:t> </w:t>
      </w:r>
      <w:proofErr w:type="spellStart"/>
      <w:r w:rsidR="005844EA">
        <w:t>CRi</w:t>
      </w:r>
      <w:proofErr w:type="spellEnd"/>
      <w:r w:rsidR="005844EA">
        <w:t xml:space="preserve"> </w:t>
      </w:r>
      <w:r w:rsidR="009948F5">
        <w:t xml:space="preserve">hohe Ausbauleistungen bis </w:t>
      </w:r>
      <w:r w:rsidR="00B05244" w:rsidRPr="00B05244">
        <w:t>350</w:t>
      </w:r>
      <w:r w:rsidR="001445A0">
        <w:t> </w:t>
      </w:r>
      <w:r w:rsidR="00B05244" w:rsidRPr="00B05244">
        <w:t>mm</w:t>
      </w:r>
      <w:r w:rsidR="00343AA9">
        <w:t>/</w:t>
      </w:r>
      <w:r w:rsidR="00573384">
        <w:t xml:space="preserve">14 in. </w:t>
      </w:r>
      <w:r w:rsidR="009948F5" w:rsidRPr="009948F5">
        <w:t>Frästiefe</w:t>
      </w:r>
      <w:r w:rsidR="009948F5">
        <w:t xml:space="preserve">. Dadurch ist eine schnelle Abwicklung von </w:t>
      </w:r>
      <w:r w:rsidR="009948F5" w:rsidRPr="009948F5">
        <w:t>großflächigen Sanierungsmaßnahmen wie auf Autobahnen</w:t>
      </w:r>
      <w:r w:rsidR="009948F5">
        <w:t>,</w:t>
      </w:r>
      <w:r w:rsidR="00F21280">
        <w:t xml:space="preserve"> </w:t>
      </w:r>
      <w:r w:rsidR="009948F5" w:rsidRPr="009948F5">
        <w:t>Start- und Landebahnen von Flughäfen</w:t>
      </w:r>
      <w:r w:rsidR="009948F5">
        <w:t xml:space="preserve"> oder der </w:t>
      </w:r>
      <w:r w:rsidR="00B05244" w:rsidRPr="00B05244">
        <w:t xml:space="preserve">Ausbau kompletter Asphaltpakete </w:t>
      </w:r>
      <w:r w:rsidR="00127EF4">
        <w:t xml:space="preserve">ebenso </w:t>
      </w:r>
      <w:r w:rsidR="00F21280">
        <w:t>möglich</w:t>
      </w:r>
      <w:r w:rsidR="00127EF4">
        <w:t xml:space="preserve"> wie das Homogenisieren und Granulieren von beschädigten Asphaltschichten.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eastAsia="de-DE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 w:rsidRPr="002C6453"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proofErr w:type="spellStart"/>
            <w:r w:rsidRPr="00583E5A">
              <w:rPr>
                <w:sz w:val="20"/>
              </w:rPr>
              <w:t>Cold</w:t>
            </w:r>
            <w:proofErr w:type="spellEnd"/>
            <w:r w:rsidRPr="00583E5A">
              <w:rPr>
                <w:sz w:val="20"/>
              </w:rPr>
              <w:t>-In-Place-</w:t>
            </w:r>
            <w:r>
              <w:rPr>
                <w:sz w:val="20"/>
              </w:rPr>
              <w:t xml:space="preserve"> und </w:t>
            </w:r>
            <w:proofErr w:type="spellStart"/>
            <w:r>
              <w:rPr>
                <w:sz w:val="20"/>
              </w:rPr>
              <w:t>F</w:t>
            </w:r>
            <w:r w:rsidRPr="00583E5A">
              <w:rPr>
                <w:sz w:val="20"/>
              </w:rPr>
              <w:t>ull</w:t>
            </w:r>
            <w:proofErr w:type="spellEnd"/>
            <w:r w:rsidRPr="00583E5A">
              <w:rPr>
                <w:sz w:val="20"/>
              </w:rPr>
              <w:t>-</w:t>
            </w:r>
            <w:proofErr w:type="spellStart"/>
            <w:r w:rsidRPr="00583E5A">
              <w:rPr>
                <w:sz w:val="20"/>
              </w:rPr>
              <w:t>Depth</w:t>
            </w:r>
            <w:proofErr w:type="spellEnd"/>
            <w:r w:rsidRPr="00583E5A">
              <w:rPr>
                <w:sz w:val="20"/>
              </w:rPr>
              <w:t xml:space="preserve">-Recycling </w:t>
            </w:r>
            <w:r>
              <w:rPr>
                <w:sz w:val="20"/>
              </w:rPr>
              <w:t xml:space="preserve">plus </w:t>
            </w:r>
            <w:r w:rsidRPr="00583E5A">
              <w:rPr>
                <w:sz w:val="20"/>
              </w:rPr>
              <w:t>Hochleistungsfräsen</w:t>
            </w:r>
            <w:r>
              <w:rPr>
                <w:sz w:val="20"/>
              </w:rPr>
              <w:t xml:space="preserve"> – der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Kettenrecycler</w:t>
            </w:r>
            <w:proofErr w:type="spellEnd"/>
            <w:r>
              <w:rPr>
                <w:sz w:val="20"/>
              </w:rPr>
              <w:t xml:space="preserve"> W</w:t>
            </w:r>
            <w:r w:rsidR="001445A0">
              <w:rPr>
                <w:sz w:val="20"/>
              </w:rPr>
              <w:t> </w:t>
            </w:r>
            <w:r>
              <w:rPr>
                <w:sz w:val="20"/>
              </w:rPr>
              <w:t>380</w:t>
            </w:r>
            <w:r w:rsidR="001445A0">
              <w:rPr>
                <w:sz w:val="20"/>
              </w:rPr>
              <w:t> 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 ist das Multitalent in der Straßensanierung.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eastAsia="de-DE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 w:rsidRPr="00D03861"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 w:rsidRPr="00FD3B7A">
              <w:rPr>
                <w:rFonts w:ascii="Verdana" w:hAnsi="Verdana"/>
                <w:sz w:val="20"/>
              </w:rPr>
              <w:t>Ü</w:t>
            </w:r>
            <w:r w:rsidR="00D03861" w:rsidRPr="00FD3B7A">
              <w:rPr>
                <w:rFonts w:ascii="Verdana" w:hAnsi="Verdana"/>
                <w:sz w:val="20"/>
              </w:rPr>
              <w:t xml:space="preserve">ber das verstellbare Materialführungssystem an der Maschinenfront </w:t>
            </w:r>
            <w:r w:rsidRPr="00FD3B7A">
              <w:rPr>
                <w:rFonts w:ascii="Verdana" w:hAnsi="Verdana"/>
                <w:sz w:val="20"/>
              </w:rPr>
              <w:t>kann der W</w:t>
            </w:r>
            <w:r w:rsidR="001445A0">
              <w:rPr>
                <w:rFonts w:ascii="Verdana" w:hAnsi="Verdana"/>
                <w:sz w:val="20"/>
              </w:rPr>
              <w:t> </w:t>
            </w:r>
            <w:r w:rsidRPr="00FD3B7A">
              <w:rPr>
                <w:rFonts w:ascii="Verdana" w:hAnsi="Verdana"/>
                <w:sz w:val="20"/>
              </w:rPr>
              <w:t>380</w:t>
            </w:r>
            <w:r w:rsidR="001445A0">
              <w:rPr>
                <w:rFonts w:ascii="Verdana" w:hAnsi="Verdana"/>
                <w:sz w:val="20"/>
              </w:rPr>
              <w:t> </w:t>
            </w:r>
            <w:proofErr w:type="spellStart"/>
            <w:r w:rsidRPr="00FD3B7A">
              <w:rPr>
                <w:rFonts w:ascii="Verdana" w:hAnsi="Verdana"/>
                <w:sz w:val="20"/>
              </w:rPr>
              <w:t>CRi</w:t>
            </w:r>
            <w:proofErr w:type="spellEnd"/>
            <w:r w:rsidRPr="00FD3B7A">
              <w:rPr>
                <w:rFonts w:ascii="Verdana" w:hAnsi="Verdana"/>
                <w:sz w:val="20"/>
              </w:rPr>
              <w:t xml:space="preserve"> auch abgelegtes Fräsgranulat aufnehmen und dem </w:t>
            </w:r>
            <w:r w:rsidR="00D03861" w:rsidRPr="00FD3B7A">
              <w:rPr>
                <w:rFonts w:ascii="Verdana" w:hAnsi="Verdana"/>
                <w:sz w:val="20"/>
              </w:rPr>
              <w:t>Mischprozess hinzu</w:t>
            </w:r>
            <w:r w:rsidRPr="00FD3B7A">
              <w:rPr>
                <w:rFonts w:ascii="Verdana" w:hAnsi="Verdana"/>
                <w:sz w:val="20"/>
              </w:rPr>
              <w:t>fügen</w:t>
            </w:r>
            <w:r w:rsidR="00D03861" w:rsidRPr="00FD3B7A">
              <w:rPr>
                <w:rFonts w:ascii="Verdana" w:hAnsi="Verdana"/>
                <w:sz w:val="20"/>
              </w:rPr>
              <w:t>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43AA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337E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61FD9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24C7-10EA-4037-BF1D-3A5DAFD8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9</cp:revision>
  <dcterms:created xsi:type="dcterms:W3CDTF">2019-12-06T08:02:00Z</dcterms:created>
  <dcterms:modified xsi:type="dcterms:W3CDTF">2019-12-12T17:59:00Z</dcterms:modified>
</cp:coreProperties>
</file>